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386" w:rsidRPr="008B5386" w:rsidRDefault="00F612CB" w:rsidP="008B5386">
      <w:pPr>
        <w:pStyle w:val="Titre6"/>
        <w:spacing w:before="0" w:line="240" w:lineRule="auto"/>
        <w:jc w:val="center"/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</w:rPr>
      </w:pPr>
      <w:r>
        <w:rPr>
          <w:rFonts w:asciiTheme="minorHAnsi" w:hAnsiTheme="minorHAnsi"/>
          <w:b/>
          <w:i w:val="0"/>
          <w:color w:val="auto"/>
          <w:spacing w:val="-2"/>
          <w:u w:val="single"/>
        </w:rPr>
        <w:t>Doc</w:t>
      </w:r>
      <w:r w:rsidR="000D15FD" w:rsidRPr="00727EE3">
        <w:rPr>
          <w:rFonts w:asciiTheme="minorHAnsi" w:hAnsiTheme="minorHAnsi"/>
          <w:b/>
          <w:i w:val="0"/>
          <w:color w:val="auto"/>
          <w:spacing w:val="-2"/>
          <w:u w:val="single"/>
        </w:rPr>
        <w:t xml:space="preserve"> </w:t>
      </w:r>
      <w:r w:rsidR="008B5386" w:rsidRPr="00727EE3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</w:rPr>
        <w:t>1 : Note de concept du proj</w:t>
      </w:r>
      <w:bookmarkStart w:id="0" w:name="_GoBack"/>
      <w:bookmarkEnd w:id="0"/>
      <w:r w:rsidR="008B5386" w:rsidRPr="00727EE3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</w:rPr>
        <w:t>et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spacing w:val="-2"/>
        </w:rPr>
      </w:pPr>
      <w:r w:rsidRPr="008B5386">
        <w:rPr>
          <w:i/>
          <w:spacing w:val="-2"/>
        </w:rPr>
        <w:t>Cadre réservé au Secrétariat Permanent de l’ACCOBAMS</w:t>
      </w:r>
    </w:p>
    <w:p w:rsidR="008B5386" w:rsidRPr="008B5386" w:rsidRDefault="008B5386" w:rsidP="008B53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i/>
          <w:spacing w:val="-2"/>
        </w:rPr>
      </w:pPr>
      <w:r w:rsidRPr="008B5386">
        <w:rPr>
          <w:spacing w:val="-2"/>
          <w:u w:val="single"/>
        </w:rPr>
        <w:t xml:space="preserve">Référence du formulaire : </w:t>
      </w:r>
    </w:p>
    <w:p w:rsidR="008B5386" w:rsidRPr="008B5386" w:rsidRDefault="008B5386" w:rsidP="008B5386">
      <w:pPr>
        <w:spacing w:after="0" w:line="240" w:lineRule="auto"/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  <w:r w:rsidRPr="008B5386">
        <w:rPr>
          <w:spacing w:val="-2"/>
          <w:u w:val="single"/>
        </w:rPr>
        <w:t>Titre du projet :</w:t>
      </w:r>
      <w:r w:rsidR="00570939">
        <w:rPr>
          <w:spacing w:val="-2"/>
          <w:u w:val="single"/>
        </w:rPr>
        <w:t xml:space="preserve"> </w:t>
      </w:r>
      <w:permStart w:id="86781781" w:edGrp="everyone"/>
      <w:r w:rsidR="0078473E">
        <w:rPr>
          <w:spacing w:val="-2"/>
          <w:u w:val="single"/>
        </w:rPr>
        <w:t xml:space="preserve">   </w:t>
      </w:r>
      <w:permEnd w:id="86781781"/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  <w:r w:rsidRPr="008B5386">
        <w:rPr>
          <w:spacing w:val="-2"/>
          <w:u w:val="single"/>
        </w:rPr>
        <w:t>Catégorie du projet :</w:t>
      </w:r>
      <w:r w:rsidRPr="008B5386">
        <w:rPr>
          <w:spacing w:val="-2"/>
        </w:rPr>
        <w:tab/>
      </w:r>
      <w:permStart w:id="810427345" w:edGrp="everyone"/>
      <w:r w:rsidR="0006792C">
        <w:rPr>
          <w:spacing w:val="-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6792C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="0006792C">
        <w:rPr>
          <w:spacing w:val="-2"/>
        </w:rPr>
        <w:fldChar w:fldCharType="end"/>
      </w:r>
      <w:permEnd w:id="810427345"/>
      <w:r w:rsidRPr="008B5386">
        <w:rPr>
          <w:spacing w:val="-2"/>
        </w:rPr>
        <w:t xml:space="preserve">   Recherche et surveillance</w:t>
      </w:r>
      <w:r w:rsidRPr="008B5386">
        <w:rPr>
          <w:spacing w:val="-2"/>
        </w:rPr>
        <w:tab/>
      </w:r>
      <w:permStart w:id="1568169058" w:edGrp="everyone"/>
      <w:r w:rsidR="0006792C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06792C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="0006792C">
        <w:rPr>
          <w:spacing w:val="-2"/>
        </w:rPr>
        <w:fldChar w:fldCharType="end"/>
      </w:r>
      <w:bookmarkEnd w:id="1"/>
      <w:permEnd w:id="1568169058"/>
      <w:r w:rsidRPr="008B5386">
        <w:rPr>
          <w:spacing w:val="-2"/>
        </w:rPr>
        <w:t xml:space="preserve">   Renforcement de capacités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  <w:r w:rsidRPr="008B5386">
        <w:rPr>
          <w:spacing w:val="-2"/>
        </w:rPr>
        <w:tab/>
      </w:r>
      <w:r w:rsidRPr="008B5386">
        <w:rPr>
          <w:spacing w:val="-2"/>
        </w:rPr>
        <w:tab/>
      </w:r>
      <w:r w:rsidRPr="008B5386">
        <w:rPr>
          <w:spacing w:val="-2"/>
        </w:rPr>
        <w:tab/>
      </w:r>
      <w:permStart w:id="1546788434" w:edGrp="everyone"/>
      <w:r w:rsidR="000D2B4F" w:rsidRPr="008B5386">
        <w:rPr>
          <w:spacing w:val="-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="000D2B4F" w:rsidRPr="008B5386">
        <w:rPr>
          <w:spacing w:val="-2"/>
        </w:rPr>
        <w:fldChar w:fldCharType="end"/>
      </w:r>
      <w:permEnd w:id="1546788434"/>
      <w:r w:rsidRPr="008B5386">
        <w:rPr>
          <w:spacing w:val="-2"/>
        </w:rPr>
        <w:t xml:space="preserve">   Sensibilisation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  <w:u w:val="single"/>
        </w:rPr>
      </w:pPr>
      <w:r w:rsidRPr="008B5386">
        <w:rPr>
          <w:spacing w:val="-2"/>
          <w:u w:val="single"/>
        </w:rPr>
        <w:t>Thème(s) du projet :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  <w:u w:val="single"/>
        </w:rPr>
      </w:pPr>
    </w:p>
    <w:permStart w:id="848377003" w:edGrp="everyone"/>
    <w:p w:rsidR="008B5386" w:rsidRPr="008B5386" w:rsidRDefault="000D2B4F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848377003"/>
      <w:r w:rsidR="008B5386" w:rsidRPr="008B5386">
        <w:rPr>
          <w:spacing w:val="-2"/>
        </w:rPr>
        <w:t xml:space="preserve">   Prises accidentelles/déprédation</w:t>
      </w:r>
      <w:r w:rsidR="008B5386" w:rsidRPr="008B5386">
        <w:rPr>
          <w:spacing w:val="-2"/>
        </w:rPr>
        <w:tab/>
      </w:r>
      <w:permStart w:id="413149667" w:edGrp="everyone"/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413149667"/>
      <w:r w:rsidR="008B5386" w:rsidRPr="008B5386">
        <w:rPr>
          <w:spacing w:val="-2"/>
        </w:rPr>
        <w:t xml:space="preserve">   Aires Marines Protégées</w:t>
      </w:r>
      <w:r w:rsidR="008B5386" w:rsidRPr="008B5386">
        <w:rPr>
          <w:spacing w:val="-2"/>
        </w:rPr>
        <w:tab/>
      </w:r>
      <w:permStart w:id="2007654889" w:edGrp="everyone"/>
      <w:r w:rsidRPr="008B5386">
        <w:rPr>
          <w:spacing w:val="-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2007654889"/>
      <w:r w:rsidR="008B5386" w:rsidRPr="008B5386">
        <w:rPr>
          <w:spacing w:val="-2"/>
        </w:rPr>
        <w:t xml:space="preserve">   Echouages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</w:p>
    <w:permStart w:id="909187214" w:edGrp="everyone"/>
    <w:p w:rsidR="008B5386" w:rsidRPr="008B5386" w:rsidRDefault="000D2B4F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909187214"/>
      <w:r w:rsidR="008B5386" w:rsidRPr="008B5386">
        <w:rPr>
          <w:spacing w:val="-2"/>
        </w:rPr>
        <w:t xml:space="preserve">   Changement climatique</w:t>
      </w:r>
      <w:r w:rsidR="008B5386" w:rsidRPr="008B5386">
        <w:rPr>
          <w:spacing w:val="-2"/>
        </w:rPr>
        <w:tab/>
      </w:r>
      <w:r w:rsidR="008B5386" w:rsidRPr="008B5386">
        <w:rPr>
          <w:spacing w:val="-2"/>
        </w:rPr>
        <w:tab/>
      </w:r>
      <w:permStart w:id="2103000434" w:edGrp="everyone"/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2103000434"/>
      <w:r w:rsidR="008B5386" w:rsidRPr="008B5386">
        <w:rPr>
          <w:spacing w:val="-2"/>
        </w:rPr>
        <w:t xml:space="preserve">   Bruit</w:t>
      </w:r>
      <w:r w:rsidR="008B5386" w:rsidRPr="008B5386">
        <w:rPr>
          <w:spacing w:val="-2"/>
        </w:rPr>
        <w:tab/>
      </w:r>
      <w:r w:rsidR="008B5386" w:rsidRPr="008B5386">
        <w:rPr>
          <w:spacing w:val="-2"/>
        </w:rPr>
        <w:tab/>
      </w:r>
      <w:r w:rsidR="008B5386" w:rsidRPr="008B5386">
        <w:rPr>
          <w:spacing w:val="-2"/>
        </w:rPr>
        <w:tab/>
      </w:r>
      <w:permStart w:id="1424885481" w:edGrp="everyone"/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1424885481"/>
      <w:r w:rsidR="008B5386" w:rsidRPr="008B5386">
        <w:rPr>
          <w:spacing w:val="-2"/>
        </w:rPr>
        <w:t xml:space="preserve">   Survey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</w:p>
    <w:permStart w:id="839941666" w:edGrp="everyone"/>
    <w:p w:rsidR="008B5386" w:rsidRPr="008B5386" w:rsidRDefault="000D2B4F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839941666"/>
      <w:r w:rsidR="008B5386" w:rsidRPr="008B5386">
        <w:rPr>
          <w:spacing w:val="-2"/>
        </w:rPr>
        <w:t xml:space="preserve">   Plans de conservation</w:t>
      </w:r>
      <w:r w:rsidR="008B5386" w:rsidRPr="008B5386">
        <w:rPr>
          <w:spacing w:val="-2"/>
        </w:rPr>
        <w:tab/>
      </w:r>
      <w:r w:rsidR="008B5386" w:rsidRPr="008B5386">
        <w:rPr>
          <w:spacing w:val="-2"/>
        </w:rPr>
        <w:tab/>
      </w:r>
      <w:permStart w:id="895306180" w:edGrp="everyone"/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895306180"/>
      <w:r w:rsidR="008B5386" w:rsidRPr="008B5386">
        <w:rPr>
          <w:spacing w:val="-2"/>
        </w:rPr>
        <w:t xml:space="preserve">   Photo-identification</w:t>
      </w:r>
      <w:r w:rsidR="008B5386" w:rsidRPr="008B5386">
        <w:rPr>
          <w:spacing w:val="-2"/>
        </w:rPr>
        <w:tab/>
      </w:r>
      <w:permStart w:id="1809544509" w:edGrp="everyone"/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1809544509"/>
      <w:r w:rsidR="008B5386" w:rsidRPr="008B5386">
        <w:rPr>
          <w:spacing w:val="-2"/>
        </w:rPr>
        <w:t xml:space="preserve">   Déchets marins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</w:p>
    <w:permStart w:id="389353883" w:edGrp="everyone"/>
    <w:p w:rsidR="008B5386" w:rsidRPr="008B5386" w:rsidRDefault="000D2B4F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389353883"/>
      <w:r w:rsidR="008B5386" w:rsidRPr="008B5386">
        <w:rPr>
          <w:spacing w:val="-2"/>
        </w:rPr>
        <w:t xml:space="preserve">   Structure des populations</w:t>
      </w:r>
      <w:r w:rsidR="008B5386" w:rsidRPr="008B5386">
        <w:rPr>
          <w:spacing w:val="-2"/>
        </w:rPr>
        <w:tab/>
      </w:r>
      <w:r w:rsidR="008B5386" w:rsidRPr="008B5386">
        <w:rPr>
          <w:spacing w:val="-2"/>
        </w:rPr>
        <w:tab/>
      </w:r>
      <w:permStart w:id="356126761" w:edGrp="everyone"/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356126761"/>
      <w:r w:rsidR="008B5386" w:rsidRPr="008B5386">
        <w:rPr>
          <w:spacing w:val="-2"/>
        </w:rPr>
        <w:t xml:space="preserve">   Collisions</w:t>
      </w:r>
      <w:r w:rsidR="008B5386" w:rsidRPr="008B5386">
        <w:rPr>
          <w:spacing w:val="-2"/>
        </w:rPr>
        <w:tab/>
      </w:r>
      <w:r w:rsidR="008B5386" w:rsidRPr="008B5386">
        <w:rPr>
          <w:spacing w:val="-2"/>
        </w:rPr>
        <w:tab/>
      </w:r>
      <w:r w:rsidR="008B5386" w:rsidRPr="008B5386">
        <w:rPr>
          <w:spacing w:val="-2"/>
        </w:rPr>
        <w:tab/>
      </w:r>
      <w:permStart w:id="52300900" w:edGrp="everyone"/>
      <w:r w:rsidRPr="008B5386">
        <w:rPr>
          <w:spacing w:val="-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52300900"/>
      <w:r w:rsidR="008B5386" w:rsidRPr="008B5386">
        <w:rPr>
          <w:spacing w:val="-2"/>
        </w:rPr>
        <w:t xml:space="preserve">   Observation des cétacés</w:t>
      </w: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</w:p>
    <w:permStart w:id="1391741775" w:edGrp="everyone"/>
    <w:p w:rsidR="008B5386" w:rsidRPr="008B5386" w:rsidRDefault="000D2B4F" w:rsidP="008B5386">
      <w:pPr>
        <w:tabs>
          <w:tab w:val="left" w:pos="-720"/>
        </w:tabs>
        <w:suppressAutoHyphens/>
        <w:spacing w:after="0" w:line="240" w:lineRule="auto"/>
        <w:jc w:val="both"/>
        <w:rPr>
          <w:spacing w:val="-2"/>
        </w:rPr>
      </w:pPr>
      <w:r w:rsidRPr="008B5386">
        <w:rPr>
          <w:spacing w:val="-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B5386" w:rsidRPr="008B5386">
        <w:rPr>
          <w:spacing w:val="-2"/>
        </w:rPr>
        <w:instrText xml:space="preserve"> FORMCHECKBOX </w:instrText>
      </w:r>
      <w:r w:rsidR="00D848B9">
        <w:rPr>
          <w:spacing w:val="-2"/>
        </w:rPr>
      </w:r>
      <w:r w:rsidR="00D848B9">
        <w:rPr>
          <w:spacing w:val="-2"/>
        </w:rPr>
        <w:fldChar w:fldCharType="separate"/>
      </w:r>
      <w:r w:rsidRPr="008B5386">
        <w:rPr>
          <w:spacing w:val="-2"/>
        </w:rPr>
        <w:fldChar w:fldCharType="end"/>
      </w:r>
      <w:permEnd w:id="1391741775"/>
      <w:r w:rsidR="008B5386" w:rsidRPr="008B5386">
        <w:rPr>
          <w:spacing w:val="-2"/>
        </w:rPr>
        <w:t xml:space="preserve">   Situations d’urgence</w:t>
      </w:r>
    </w:p>
    <w:p w:rsid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093649" w:rsidRDefault="00093649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093649" w:rsidRPr="008B5386" w:rsidRDefault="00093649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</w:rPr>
      </w:pPr>
      <w:r w:rsidRPr="008B5386">
        <w:rPr>
          <w:spacing w:val="-2"/>
          <w:u w:val="single"/>
        </w:rPr>
        <w:t>Montant du projet (Euro) :</w:t>
      </w:r>
      <w:r w:rsidR="00570939">
        <w:rPr>
          <w:spacing w:val="-2"/>
          <w:u w:val="single"/>
        </w:rPr>
        <w:t xml:space="preserve"> </w:t>
      </w:r>
      <w:permStart w:id="1859724045" w:edGrp="everyone"/>
      <w:r w:rsidR="0078473E">
        <w:rPr>
          <w:spacing w:val="-2"/>
          <w:u w:val="single"/>
        </w:rPr>
        <w:t xml:space="preserve">   </w:t>
      </w:r>
      <w:permEnd w:id="1859724045"/>
    </w:p>
    <w:p w:rsidR="008B5386" w:rsidRDefault="008B5386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</w:rPr>
      </w:pPr>
    </w:p>
    <w:p w:rsidR="00093649" w:rsidRPr="008B5386" w:rsidRDefault="00093649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</w:rPr>
      </w:pPr>
      <w:r w:rsidRPr="008B5386">
        <w:rPr>
          <w:spacing w:val="-2"/>
          <w:u w:val="single"/>
        </w:rPr>
        <w:t>Durée du projet :</w:t>
      </w:r>
      <w:r w:rsidRPr="008B5386">
        <w:rPr>
          <w:spacing w:val="-2"/>
        </w:rPr>
        <w:t xml:space="preserve"> </w:t>
      </w:r>
      <w:permStart w:id="661600970" w:edGrp="everyone"/>
      <w:r w:rsidR="0078473E">
        <w:rPr>
          <w:spacing w:val="-2"/>
        </w:rPr>
        <w:t xml:space="preserve">   </w:t>
      </w:r>
      <w:permEnd w:id="661600970"/>
    </w:p>
    <w:p w:rsidR="008B5386" w:rsidRDefault="008B5386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</w:rPr>
      </w:pPr>
    </w:p>
    <w:p w:rsidR="00093649" w:rsidRPr="008B5386" w:rsidRDefault="00093649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</w:rPr>
      </w:pPr>
      <w:r w:rsidRPr="008B5386">
        <w:rPr>
          <w:spacing w:val="-2"/>
          <w:u w:val="single"/>
        </w:rPr>
        <w:t>Zone géographique du projet :</w:t>
      </w:r>
      <w:r w:rsidR="00570939">
        <w:rPr>
          <w:spacing w:val="-2"/>
          <w:u w:val="single"/>
        </w:rPr>
        <w:t xml:space="preserve"> </w:t>
      </w:r>
      <w:permStart w:id="1315379526" w:edGrp="everyone"/>
      <w:r w:rsidR="0078473E">
        <w:rPr>
          <w:spacing w:val="-2"/>
          <w:u w:val="single"/>
        </w:rPr>
        <w:t xml:space="preserve">   </w:t>
      </w:r>
      <w:permEnd w:id="1315379526"/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</w:rPr>
      </w:pPr>
      <w:r w:rsidRPr="008B5386">
        <w:rPr>
          <w:spacing w:val="-2"/>
          <w:u w:val="single"/>
        </w:rPr>
        <w:t>Partenariat (le cas échéant) :</w:t>
      </w:r>
      <w:r w:rsidR="00570939">
        <w:rPr>
          <w:spacing w:val="-2"/>
          <w:u w:val="single"/>
        </w:rPr>
        <w:t xml:space="preserve"> </w:t>
      </w:r>
      <w:permStart w:id="1205344742" w:edGrp="everyone"/>
      <w:r w:rsidR="0078473E">
        <w:rPr>
          <w:spacing w:val="-2"/>
          <w:u w:val="single"/>
        </w:rPr>
        <w:t xml:space="preserve">   </w:t>
      </w:r>
      <w:permEnd w:id="1205344742"/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bCs/>
        </w:rPr>
      </w:pPr>
      <w:r w:rsidRPr="008B5386">
        <w:rPr>
          <w:bCs/>
        </w:rPr>
        <w:t xml:space="preserve">Date : </w:t>
      </w:r>
      <w:permStart w:id="639721352" w:edGrp="everyone"/>
      <w:r w:rsidR="0078473E">
        <w:rPr>
          <w:bCs/>
        </w:rPr>
        <w:t xml:space="preserve">   </w:t>
      </w:r>
      <w:permEnd w:id="639721352"/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bCs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bCs/>
        </w:rPr>
      </w:pPr>
    </w:p>
    <w:p w:rsidR="008B5386" w:rsidRPr="008B5386" w:rsidRDefault="008B5386" w:rsidP="008B5386">
      <w:pPr>
        <w:tabs>
          <w:tab w:val="left" w:pos="-720"/>
        </w:tabs>
        <w:suppressAutoHyphens/>
        <w:spacing w:after="0" w:line="240" w:lineRule="auto"/>
        <w:rPr>
          <w:bCs/>
        </w:rPr>
      </w:pPr>
    </w:p>
    <w:p w:rsidR="008B5386" w:rsidRPr="008B5386" w:rsidRDefault="00131F4B" w:rsidP="008B5386">
      <w:pPr>
        <w:tabs>
          <w:tab w:val="left" w:pos="-720"/>
        </w:tabs>
        <w:suppressAutoHyphens/>
        <w:spacing w:after="0" w:line="240" w:lineRule="auto"/>
        <w:rPr>
          <w:bCs/>
        </w:rPr>
      </w:pPr>
      <w:r>
        <w:rPr>
          <w:bCs/>
        </w:rPr>
        <w:t>Signature et cachet de l’O</w:t>
      </w:r>
      <w:r w:rsidR="008B5386" w:rsidRPr="008B5386">
        <w:rPr>
          <w:bCs/>
        </w:rPr>
        <w:t>rganisation</w:t>
      </w:r>
    </w:p>
    <w:sectPr w:rsidR="008B5386" w:rsidRPr="008B5386" w:rsidSect="00FA7B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A24" w:rsidRDefault="009B2A24" w:rsidP="00FD2E6E">
      <w:pPr>
        <w:spacing w:after="0" w:line="240" w:lineRule="auto"/>
      </w:pPr>
      <w:r>
        <w:separator/>
      </w:r>
    </w:p>
  </w:endnote>
  <w:endnote w:type="continuationSeparator" w:id="0">
    <w:p w:rsidR="009B2A24" w:rsidRDefault="009B2A24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A24" w:rsidRDefault="009B2A24" w:rsidP="00FD2E6E">
      <w:pPr>
        <w:spacing w:after="0" w:line="240" w:lineRule="auto"/>
      </w:pPr>
      <w:r>
        <w:separator/>
      </w:r>
    </w:p>
  </w:footnote>
  <w:footnote w:type="continuationSeparator" w:id="0">
    <w:p w:rsidR="009B2A24" w:rsidRDefault="009B2A24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6AE" w:rsidRPr="00D848B9" w:rsidRDefault="00FC56AE" w:rsidP="00FC56AE">
    <w:pPr>
      <w:pStyle w:val="En-tte"/>
      <w:jc w:val="right"/>
      <w:rPr>
        <w:sz w:val="20"/>
      </w:rPr>
    </w:pPr>
    <w:r w:rsidRPr="00D848B9">
      <w:rPr>
        <w:sz w:val="20"/>
      </w:rPr>
      <w:t>Appel à propositions ACCOBAMS 2016</w:t>
    </w:r>
  </w:p>
  <w:p w:rsidR="00FC56AE" w:rsidRDefault="00FC56A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12E7"/>
    <w:multiLevelType w:val="hybridMultilevel"/>
    <w:tmpl w:val="98A226B2"/>
    <w:lvl w:ilvl="0" w:tplc="FD345BF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3" w15:restartNumberingAfterBreak="0">
    <w:nsid w:val="165439CC"/>
    <w:multiLevelType w:val="hybridMultilevel"/>
    <w:tmpl w:val="E9E6A28A"/>
    <w:lvl w:ilvl="0" w:tplc="BFAA86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F4CA3"/>
    <w:multiLevelType w:val="hybridMultilevel"/>
    <w:tmpl w:val="36222F36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372D7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15869CB"/>
    <w:multiLevelType w:val="multilevel"/>
    <w:tmpl w:val="9B7C7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44" w:hanging="1440"/>
      </w:pPr>
      <w:rPr>
        <w:rFonts w:hint="default"/>
      </w:rPr>
    </w:lvl>
  </w:abstractNum>
  <w:abstractNum w:abstractNumId="6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2651F7"/>
    <w:multiLevelType w:val="hybridMultilevel"/>
    <w:tmpl w:val="DE2E04BC"/>
    <w:lvl w:ilvl="0" w:tplc="E5848EE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46AB5"/>
    <w:multiLevelType w:val="hybridMultilevel"/>
    <w:tmpl w:val="B1F803C6"/>
    <w:lvl w:ilvl="0" w:tplc="0142B6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C68C3"/>
    <w:multiLevelType w:val="hybridMultilevel"/>
    <w:tmpl w:val="A2B4687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15A94"/>
    <w:multiLevelType w:val="multilevel"/>
    <w:tmpl w:val="9B7C7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44" w:hanging="1440"/>
      </w:pPr>
      <w:rPr>
        <w:rFonts w:hint="default"/>
      </w:rPr>
    </w:lvl>
  </w:abstractNum>
  <w:abstractNum w:abstractNumId="13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56611381"/>
    <w:multiLevelType w:val="hybridMultilevel"/>
    <w:tmpl w:val="3028BFA2"/>
    <w:lvl w:ilvl="0" w:tplc="50321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9" w15:restartNumberingAfterBreak="0">
    <w:nsid w:val="69AC338F"/>
    <w:multiLevelType w:val="hybridMultilevel"/>
    <w:tmpl w:val="59B0240C"/>
    <w:lvl w:ilvl="0" w:tplc="FD345BF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37DDE"/>
    <w:multiLevelType w:val="hybridMultilevel"/>
    <w:tmpl w:val="02A01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3B95"/>
    <w:multiLevelType w:val="hybridMultilevel"/>
    <w:tmpl w:val="F13C4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4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7"/>
  </w:num>
  <w:num w:numId="5">
    <w:abstractNumId w:val="1"/>
  </w:num>
  <w:num w:numId="6">
    <w:abstractNumId w:val="23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>
    <w:abstractNumId w:val="11"/>
  </w:num>
  <w:num w:numId="8">
    <w:abstractNumId w:val="13"/>
  </w:num>
  <w:num w:numId="9">
    <w:abstractNumId w:val="23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>
    <w:abstractNumId w:val="16"/>
  </w:num>
  <w:num w:numId="11">
    <w:abstractNumId w:val="0"/>
  </w:num>
  <w:num w:numId="12">
    <w:abstractNumId w:val="10"/>
  </w:num>
  <w:num w:numId="13">
    <w:abstractNumId w:val="14"/>
  </w:num>
  <w:num w:numId="14">
    <w:abstractNumId w:val="19"/>
  </w:num>
  <w:num w:numId="15">
    <w:abstractNumId w:val="22"/>
  </w:num>
  <w:num w:numId="16">
    <w:abstractNumId w:val="3"/>
  </w:num>
  <w:num w:numId="17">
    <w:abstractNumId w:val="21"/>
  </w:num>
  <w:num w:numId="18">
    <w:abstractNumId w:val="9"/>
  </w:num>
  <w:num w:numId="19">
    <w:abstractNumId w:val="2"/>
  </w:num>
  <w:num w:numId="20">
    <w:abstractNumId w:val="2"/>
  </w:num>
  <w:num w:numId="21">
    <w:abstractNumId w:val="20"/>
  </w:num>
  <w:num w:numId="22">
    <w:abstractNumId w:val="6"/>
  </w:num>
  <w:num w:numId="23">
    <w:abstractNumId w:val="4"/>
  </w:num>
  <w:num w:numId="24">
    <w:abstractNumId w:val="8"/>
  </w:num>
  <w:num w:numId="25">
    <w:abstractNumId w:val="7"/>
  </w:num>
  <w:num w:numId="26">
    <w:abstractNumId w:val="25"/>
  </w:num>
  <w:num w:numId="27">
    <w:abstractNumId w:val="18"/>
  </w:num>
  <w:num w:numId="28">
    <w:abstractNumId w:val="12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gkA4//ElF3DV0j+UJ9W8UXO/W1arAR8F8weWJNHSKLXe1ai2jl16QHh6sRunS6V/4FPJ9JY29PxdDLSMhGv63Q==" w:salt="PdFcF3V6DtwmfCNmywB94w=="/>
  <w:defaultTabStop w:val="709"/>
  <w:hyphenationZone w:val="425"/>
  <w:characterSpacingControl w:val="doNotCompress"/>
  <w:hdrShapeDefaults>
    <o:shapedefaults v:ext="edit" spidmax="1331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62"/>
    <w:rsid w:val="00007B58"/>
    <w:rsid w:val="000216B1"/>
    <w:rsid w:val="00043A0A"/>
    <w:rsid w:val="000603D1"/>
    <w:rsid w:val="00063AE6"/>
    <w:rsid w:val="0006792C"/>
    <w:rsid w:val="00081A3A"/>
    <w:rsid w:val="00093649"/>
    <w:rsid w:val="000B2F35"/>
    <w:rsid w:val="000C4B60"/>
    <w:rsid w:val="000D15FD"/>
    <w:rsid w:val="000D2B4F"/>
    <w:rsid w:val="000E1D4A"/>
    <w:rsid w:val="000E4F4C"/>
    <w:rsid w:val="000F1C84"/>
    <w:rsid w:val="00130FFB"/>
    <w:rsid w:val="00131F4B"/>
    <w:rsid w:val="00137F06"/>
    <w:rsid w:val="00161904"/>
    <w:rsid w:val="001732D1"/>
    <w:rsid w:val="001A6150"/>
    <w:rsid w:val="00212894"/>
    <w:rsid w:val="002234A4"/>
    <w:rsid w:val="00260D33"/>
    <w:rsid w:val="002626EF"/>
    <w:rsid w:val="002643B2"/>
    <w:rsid w:val="00295B20"/>
    <w:rsid w:val="002A445D"/>
    <w:rsid w:val="002D60F9"/>
    <w:rsid w:val="00302144"/>
    <w:rsid w:val="00306326"/>
    <w:rsid w:val="00330D46"/>
    <w:rsid w:val="003D52E1"/>
    <w:rsid w:val="003E5553"/>
    <w:rsid w:val="003F1BF2"/>
    <w:rsid w:val="003F56A8"/>
    <w:rsid w:val="0043033A"/>
    <w:rsid w:val="0043062C"/>
    <w:rsid w:val="0044235A"/>
    <w:rsid w:val="00492088"/>
    <w:rsid w:val="004D209F"/>
    <w:rsid w:val="004E35F1"/>
    <w:rsid w:val="004E598E"/>
    <w:rsid w:val="004F0641"/>
    <w:rsid w:val="004F578D"/>
    <w:rsid w:val="00507A7C"/>
    <w:rsid w:val="00541785"/>
    <w:rsid w:val="005501E9"/>
    <w:rsid w:val="005705A2"/>
    <w:rsid w:val="00570939"/>
    <w:rsid w:val="00574B7A"/>
    <w:rsid w:val="00592BB5"/>
    <w:rsid w:val="005A2687"/>
    <w:rsid w:val="005B4451"/>
    <w:rsid w:val="00611D68"/>
    <w:rsid w:val="00623678"/>
    <w:rsid w:val="006260F5"/>
    <w:rsid w:val="006529CB"/>
    <w:rsid w:val="006777E4"/>
    <w:rsid w:val="0069255F"/>
    <w:rsid w:val="006B7717"/>
    <w:rsid w:val="00725446"/>
    <w:rsid w:val="00727EE3"/>
    <w:rsid w:val="00761F32"/>
    <w:rsid w:val="0078473E"/>
    <w:rsid w:val="007D100B"/>
    <w:rsid w:val="007D7D4D"/>
    <w:rsid w:val="008172AF"/>
    <w:rsid w:val="00833B62"/>
    <w:rsid w:val="0084652D"/>
    <w:rsid w:val="008B49AF"/>
    <w:rsid w:val="008B5386"/>
    <w:rsid w:val="008C1602"/>
    <w:rsid w:val="008C5A40"/>
    <w:rsid w:val="008D7D4A"/>
    <w:rsid w:val="008E5994"/>
    <w:rsid w:val="008F5021"/>
    <w:rsid w:val="00920429"/>
    <w:rsid w:val="00923A6B"/>
    <w:rsid w:val="00970233"/>
    <w:rsid w:val="00973994"/>
    <w:rsid w:val="009A0D08"/>
    <w:rsid w:val="009B2A24"/>
    <w:rsid w:val="009D15D9"/>
    <w:rsid w:val="009D5565"/>
    <w:rsid w:val="00A3101C"/>
    <w:rsid w:val="00A539AD"/>
    <w:rsid w:val="00A56CD9"/>
    <w:rsid w:val="00A7534B"/>
    <w:rsid w:val="00AE4FA3"/>
    <w:rsid w:val="00AE6016"/>
    <w:rsid w:val="00B122CC"/>
    <w:rsid w:val="00B270D1"/>
    <w:rsid w:val="00BC7581"/>
    <w:rsid w:val="00BD1160"/>
    <w:rsid w:val="00C01444"/>
    <w:rsid w:val="00C05443"/>
    <w:rsid w:val="00C36689"/>
    <w:rsid w:val="00CB5F4B"/>
    <w:rsid w:val="00CC253D"/>
    <w:rsid w:val="00CD7E19"/>
    <w:rsid w:val="00CF141D"/>
    <w:rsid w:val="00D40B8A"/>
    <w:rsid w:val="00D52DD2"/>
    <w:rsid w:val="00D848B9"/>
    <w:rsid w:val="00DB03BE"/>
    <w:rsid w:val="00DB1487"/>
    <w:rsid w:val="00DB38F3"/>
    <w:rsid w:val="00DE1578"/>
    <w:rsid w:val="00E02C7A"/>
    <w:rsid w:val="00E63A14"/>
    <w:rsid w:val="00E93914"/>
    <w:rsid w:val="00ED1AF8"/>
    <w:rsid w:val="00EF0FB7"/>
    <w:rsid w:val="00F51F49"/>
    <w:rsid w:val="00F612CB"/>
    <w:rsid w:val="00FA7B3C"/>
    <w:rsid w:val="00FC56AE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o:colormenu v:ext="edit" fillcolor="none"/>
    </o:shapedefaults>
    <o:shapelayout v:ext="edit">
      <o:idmap v:ext="edit" data="1"/>
    </o:shapelayout>
  </w:shapeDefaults>
  <w:decimalSymbol w:val=","/>
  <w:listSeparator w:val=";"/>
  <w15:docId w15:val="{4075B9F4-F587-4541-8B9C-39D9E3D3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B5386"/>
    <w:pPr>
      <w:keepNext/>
      <w:numPr>
        <w:numId w:val="19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15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8B53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53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customStyle="1" w:styleId="Default">
    <w:name w:val="Default"/>
    <w:rsid w:val="008E59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8E599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33B62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Corpsdetexte3">
    <w:name w:val="Body Text 3"/>
    <w:basedOn w:val="Normal"/>
    <w:link w:val="Corpsdetexte3Car"/>
    <w:rsid w:val="00833B62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833B62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character" w:customStyle="1" w:styleId="hps">
    <w:name w:val="hps"/>
    <w:basedOn w:val="Policepardfaut"/>
    <w:rsid w:val="00330D46"/>
  </w:style>
  <w:style w:type="character" w:styleId="Appelnotedebasdep">
    <w:name w:val="footnote reference"/>
    <w:uiPriority w:val="99"/>
    <w:rsid w:val="00330D46"/>
    <w:rPr>
      <w:rFonts w:cs="Times New Roman"/>
      <w:vertAlign w:val="superscript"/>
    </w:rPr>
  </w:style>
  <w:style w:type="paragraph" w:customStyle="1" w:styleId="Corpsdetexte31">
    <w:name w:val="Corps de texte 31"/>
    <w:basedOn w:val="Normal"/>
    <w:rsid w:val="00BC7581"/>
    <w:pPr>
      <w:widowControl w:val="0"/>
      <w:overflowPunct w:val="0"/>
      <w:autoSpaceDE w:val="0"/>
      <w:autoSpaceDN w:val="0"/>
      <w:adjustRightInd w:val="0"/>
      <w:spacing w:after="0" w:line="232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Lienhypertexte">
    <w:name w:val="Hyperlink"/>
    <w:basedOn w:val="Policepardfaut"/>
    <w:uiPriority w:val="99"/>
    <w:rsid w:val="008B5386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8B5386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8B5386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8B538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8B5386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8B5386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0D15F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tedebasdepage">
    <w:name w:val="footnote text"/>
    <w:basedOn w:val="Normal"/>
    <w:link w:val="NotedebasdepageCar"/>
    <w:uiPriority w:val="99"/>
    <w:unhideWhenUsed/>
    <w:rsid w:val="00727EE3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27EE3"/>
    <w:rPr>
      <w:sz w:val="20"/>
      <w:szCs w:val="20"/>
      <w:lang w:val="en-GB" w:eastAsia="en-GB"/>
    </w:rPr>
  </w:style>
  <w:style w:type="table" w:styleId="Grilledutableau">
    <w:name w:val="Table Grid"/>
    <w:basedOn w:val="TableauNormal"/>
    <w:uiPriority w:val="59"/>
    <w:rsid w:val="00FC5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FRANCAI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52E04-61F9-4DF3-A29F-CCFCEE75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Doc FRANCAIS</Template>
  <TotalTime>3</TotalTime>
  <Pages>1</Pages>
  <Words>159</Words>
  <Characters>875</Characters>
  <Application>Microsoft Office Word</Application>
  <DocSecurity>8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</dc:creator>
  <cp:keywords/>
  <dc:description/>
  <cp:lastModifiedBy>Célia Le Ravallec (ACCOBAMS)</cp:lastModifiedBy>
  <cp:revision>5</cp:revision>
  <cp:lastPrinted>2016-01-04T10:51:00Z</cp:lastPrinted>
  <dcterms:created xsi:type="dcterms:W3CDTF">2016-01-04T14:45:00Z</dcterms:created>
  <dcterms:modified xsi:type="dcterms:W3CDTF">2016-01-04T15:23:00Z</dcterms:modified>
</cp:coreProperties>
</file>